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-680002</wp:posOffset>
            </wp:positionV>
            <wp:extent cx="1590261" cy="1243097"/>
            <wp:effectExtent l="0" t="0" r="0" b="0"/>
            <wp:wrapNone/>
            <wp:docPr id="3" name="Immagine 1" descr="01_polimi_centrato_BN_positivo_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_polimi_centrato_BN_positivo_out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261" cy="124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0D0B8A" w:rsidRPr="00B751F7" w:rsidRDefault="000D0B8A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</w:rPr>
      </w:pPr>
      <w:r w:rsidRPr="00B751F7"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</w:rPr>
        <w:t>ATTESTATO DI SOPRALLUOGO</w:t>
      </w: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0D0B8A" w:rsidRDefault="00B751F7" w:rsidP="00651156">
      <w:pPr>
        <w:autoSpaceDE w:val="0"/>
        <w:autoSpaceDN w:val="0"/>
        <w:adjustRightInd w:val="0"/>
        <w:rPr>
          <w:rFonts w:ascii="Calibri" w:hAnsi="Calibri" w:cs="Arial"/>
          <w:b/>
          <w:bCs/>
          <w:iCs/>
          <w:caps/>
          <w:sz w:val="32"/>
          <w:szCs w:val="48"/>
        </w:rPr>
      </w:pPr>
      <w:r w:rsidRPr="00E07602">
        <w:rPr>
          <w:rFonts w:ascii="Calibri" w:hAnsi="Calibri" w:cs="Arial"/>
          <w:b/>
          <w:bCs/>
          <w:iCs/>
          <w:caps/>
          <w:sz w:val="32"/>
          <w:szCs w:val="48"/>
        </w:rPr>
        <w:t>FORNITURA DI POLTRONE A SCOMPARSA SU BINARI E TRIBUNA TELESCOPICA PER AULA MAGNA CARLO DE CARLI</w:t>
      </w:r>
      <w:r>
        <w:rPr>
          <w:rFonts w:ascii="Calibri" w:hAnsi="Calibri" w:cs="Arial"/>
          <w:b/>
          <w:bCs/>
          <w:iCs/>
          <w:caps/>
          <w:sz w:val="32"/>
          <w:szCs w:val="48"/>
        </w:rPr>
        <w:t xml:space="preserve">. CIG </w:t>
      </w:r>
      <w:r w:rsidRPr="00B751F7">
        <w:rPr>
          <w:rFonts w:ascii="Calibri" w:hAnsi="Calibri" w:cs="Arial"/>
          <w:b/>
          <w:bCs/>
          <w:iCs/>
          <w:caps/>
          <w:sz w:val="32"/>
          <w:szCs w:val="48"/>
        </w:rPr>
        <w:t>79935527C8</w:t>
      </w:r>
    </w:p>
    <w:p w:rsidR="00B751F7" w:rsidRDefault="00B751F7" w:rsidP="00651156">
      <w:pPr>
        <w:autoSpaceDE w:val="0"/>
        <w:autoSpaceDN w:val="0"/>
        <w:adjustRightInd w:val="0"/>
        <w:rPr>
          <w:rFonts w:ascii="Calibri" w:hAnsi="Calibri" w:cs="Arial"/>
          <w:b/>
          <w:bCs/>
          <w:iCs/>
          <w:caps/>
          <w:sz w:val="32"/>
          <w:szCs w:val="48"/>
        </w:rPr>
      </w:pPr>
    </w:p>
    <w:p w:rsidR="0065089F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_________________________________________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9157CD">
        <w:rPr>
          <w:rFonts w:asciiTheme="minorHAnsi" w:hAnsiTheme="minorHAnsi" w:cstheme="minorHAnsi"/>
          <w:sz w:val="22"/>
          <w:szCs w:val="22"/>
        </w:rPr>
        <w:t>di AGIS</w:t>
      </w:r>
      <w:r w:rsidR="0065089F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</w:t>
      </w:r>
      <w:r w:rsidR="009157CD">
        <w:rPr>
          <w:rFonts w:asciiTheme="minorHAnsi" w:hAnsiTheme="minorHAnsi" w:cstheme="minorHAnsi"/>
          <w:sz w:val="22"/>
          <w:szCs w:val="22"/>
        </w:rPr>
        <w:t>_________</w:t>
      </w:r>
      <w:bookmarkStart w:id="0" w:name="_GoBack"/>
      <w:bookmarkEnd w:id="0"/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</w:t>
      </w:r>
      <w:r w:rsidRPr="00415A07">
        <w:rPr>
          <w:rFonts w:asciiTheme="minorHAnsi" w:hAnsiTheme="minorHAnsi" w:cstheme="minorHAnsi"/>
          <w:sz w:val="22"/>
          <w:szCs w:val="22"/>
        </w:rPr>
        <w:t>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identificato tramite il documento _________________</w:t>
      </w:r>
      <w:r w:rsidR="0065089F">
        <w:rPr>
          <w:rFonts w:asciiTheme="minorHAnsi" w:hAnsiTheme="minorHAnsi" w:cstheme="minorHAnsi"/>
          <w:sz w:val="22"/>
          <w:szCs w:val="22"/>
        </w:rPr>
        <w:t>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n. _________________</w:t>
      </w:r>
      <w:r w:rsidR="0065089F">
        <w:rPr>
          <w:rFonts w:asciiTheme="minorHAnsi" w:hAnsiTheme="minorHAnsi" w:cstheme="minorHAnsi"/>
          <w:sz w:val="22"/>
          <w:szCs w:val="22"/>
        </w:rPr>
        <w:t>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__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65089F" w:rsidRDefault="0065089F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B751F7" w:rsidRDefault="00B751F7" w:rsidP="00B751F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ha visionato Campus Candiani - </w:t>
      </w:r>
      <w:r>
        <w:rPr>
          <w:rFonts w:asciiTheme="minorHAnsi" w:hAnsiTheme="minorHAnsi" w:cstheme="minorHAnsi"/>
        </w:rPr>
        <w:t>Ed. B9 – Aula Magna De Carli</w:t>
      </w:r>
    </w:p>
    <w:p w:rsidR="00B751F7" w:rsidRDefault="00B751F7" w:rsidP="0065115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65089F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</w:t>
      </w:r>
      <w:r w:rsidR="0065089F">
        <w:rPr>
          <w:rFonts w:asciiTheme="minorHAnsi" w:hAnsiTheme="minorHAnsi" w:cstheme="minorHAnsi"/>
          <w:sz w:val="22"/>
          <w:szCs w:val="22"/>
        </w:rPr>
        <w:t xml:space="preserve"> che: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Luogo__________________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p w:rsidR="0065089F" w:rsidRDefault="0065089F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65089F" w:rsidRPr="00415A07" w:rsidRDefault="0065089F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B751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415A07">
        <w:rPr>
          <w:rFonts w:asciiTheme="minorHAnsi" w:hAnsiTheme="minorHAnsi" w:cstheme="minorHAnsi"/>
          <w:b/>
          <w:szCs w:val="20"/>
        </w:rPr>
        <w:t>N.B</w:t>
      </w:r>
      <w:r w:rsidR="00231455" w:rsidRPr="00231455">
        <w:t xml:space="preserve"> </w:t>
      </w:r>
      <w:r w:rsidR="00231455" w:rsidRPr="00231455">
        <w:rPr>
          <w:rFonts w:asciiTheme="minorHAnsi" w:hAnsiTheme="minorHAnsi" w:cstheme="minorHAnsi"/>
          <w:b/>
          <w:szCs w:val="20"/>
        </w:rPr>
        <w:t>Il presente attestato deve essere inseri</w:t>
      </w:r>
      <w:r w:rsidR="00231455">
        <w:rPr>
          <w:rFonts w:asciiTheme="minorHAnsi" w:hAnsiTheme="minorHAnsi" w:cstheme="minorHAnsi"/>
          <w:b/>
          <w:szCs w:val="20"/>
        </w:rPr>
        <w:t xml:space="preserve">to, a pena di esclusione, </w:t>
      </w:r>
      <w:r w:rsidR="00231455" w:rsidRPr="00231455">
        <w:rPr>
          <w:rFonts w:asciiTheme="minorHAnsi" w:hAnsiTheme="minorHAnsi" w:cstheme="minorHAnsi"/>
          <w:b/>
          <w:szCs w:val="20"/>
        </w:rPr>
        <w:t xml:space="preserve">nella sezione dedicata </w:t>
      </w:r>
      <w:r w:rsidR="00231455">
        <w:rPr>
          <w:rFonts w:asciiTheme="minorHAnsi" w:hAnsiTheme="minorHAnsi" w:cstheme="minorHAnsi"/>
          <w:b/>
          <w:szCs w:val="20"/>
        </w:rPr>
        <w:t>della d</w:t>
      </w:r>
      <w:r w:rsidR="00231455" w:rsidRPr="00231455">
        <w:rPr>
          <w:rFonts w:asciiTheme="minorHAnsi" w:hAnsiTheme="minorHAnsi" w:cstheme="minorHAnsi"/>
          <w:b/>
          <w:szCs w:val="20"/>
        </w:rPr>
        <w:t>ocumentazione amministrativa presentata per la partecipazione alla gara</w:t>
      </w:r>
      <w:r w:rsidR="00231455">
        <w:rPr>
          <w:rFonts w:asciiTheme="minorHAnsi" w:hAnsiTheme="minorHAnsi" w:cstheme="minorHAnsi"/>
          <w:b/>
          <w:szCs w:val="20"/>
        </w:rPr>
        <w:t xml:space="preserve"> </w:t>
      </w:r>
    </w:p>
    <w:sectPr w:rsidR="000D0B8A" w:rsidRPr="00415A07" w:rsidSect="000D0B8A">
      <w:headerReference w:type="default" r:id="rId8"/>
      <w:footerReference w:type="first" r:id="rId9"/>
      <w:type w:val="continuous"/>
      <w:pgSz w:w="11906" w:h="16838" w:code="9"/>
      <w:pgMar w:top="1418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676D19">
    <w:pPr>
      <w:pStyle w:val="Pidipagina"/>
      <w:rPr>
        <w:rFonts w:cs="Arial"/>
        <w:b/>
        <w:bCs/>
      </w:rPr>
    </w:pPr>
    <w:r>
      <w:rPr>
        <w:rFonts w:cs="Arial"/>
        <w:b/>
        <w:bCs/>
      </w:rPr>
      <w:t>Politecnico di Milano</w:t>
    </w:r>
  </w:p>
  <w:p w:rsidR="00676D19" w:rsidRPr="007B2ECB" w:rsidRDefault="00676D19">
    <w:pPr>
      <w:pStyle w:val="Pidipagina"/>
      <w:rPr>
        <w:rFonts w:cs="Arial"/>
        <w:b/>
        <w:bCs/>
        <w:color w:val="003F6E"/>
      </w:rPr>
    </w:pPr>
    <w:r>
      <w:rPr>
        <w:rFonts w:cs="Arial"/>
        <w:b/>
        <w:bCs/>
        <w:color w:val="003F6E"/>
      </w:rPr>
      <w:t>Area Gestione Infrastrutture e Servizi</w:t>
    </w:r>
  </w:p>
  <w:p w:rsidR="00676D19" w:rsidRDefault="00676D19">
    <w:pPr>
      <w:pStyle w:val="Pidipagina"/>
      <w:rPr>
        <w:rFonts w:cs="Arial"/>
        <w:b/>
        <w:bCs/>
        <w:sz w:val="12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Piazza Leonardo da Vinci, 32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trHeight w:val="170"/>
      </w:trPr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20133 Milano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cantSplit/>
        <w:trHeight w:val="125"/>
      </w:trPr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Tel. 02 2399 </w:t>
          </w:r>
          <w:r>
            <w:rPr>
              <w:rFonts w:cs="Arial"/>
              <w:b/>
              <w:bCs/>
            </w:rPr>
            <w:tab/>
            <w:t>02 2399 5404/5406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cantSplit/>
      </w:trPr>
      <w:tc>
        <w:tcPr>
          <w:tcW w:w="2184" w:type="dxa"/>
          <w:vAlign w:val="bottom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Fax 02 2399 </w:t>
          </w:r>
          <w:r>
            <w:rPr>
              <w:rFonts w:cs="Arial"/>
              <w:b/>
              <w:bCs/>
            </w:rPr>
            <w:tab/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www.polimi.it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Partita Iva: 04376620151</w:t>
          </w:r>
        </w:p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Codice fiscale: 80057930150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1" name="Immagine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8B"/>
    <w:rsid w:val="00000F30"/>
    <w:rsid w:val="00012D99"/>
    <w:rsid w:val="00014F48"/>
    <w:rsid w:val="00047C84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2FFE"/>
    <w:rsid w:val="00144A51"/>
    <w:rsid w:val="001A4626"/>
    <w:rsid w:val="001B1AE6"/>
    <w:rsid w:val="002229D8"/>
    <w:rsid w:val="00231455"/>
    <w:rsid w:val="00235D6E"/>
    <w:rsid w:val="00253E78"/>
    <w:rsid w:val="0026534E"/>
    <w:rsid w:val="00297D99"/>
    <w:rsid w:val="002B0F4F"/>
    <w:rsid w:val="002D054B"/>
    <w:rsid w:val="002E3B88"/>
    <w:rsid w:val="003150BB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50EA"/>
    <w:rsid w:val="00546B8C"/>
    <w:rsid w:val="0058518B"/>
    <w:rsid w:val="005B5C9C"/>
    <w:rsid w:val="00636F30"/>
    <w:rsid w:val="0065089F"/>
    <w:rsid w:val="00651156"/>
    <w:rsid w:val="00676421"/>
    <w:rsid w:val="00676D19"/>
    <w:rsid w:val="006A2C88"/>
    <w:rsid w:val="006C7AAD"/>
    <w:rsid w:val="006E78EA"/>
    <w:rsid w:val="0071115E"/>
    <w:rsid w:val="00782BEC"/>
    <w:rsid w:val="007A38FF"/>
    <w:rsid w:val="007B2ECB"/>
    <w:rsid w:val="00855B61"/>
    <w:rsid w:val="008573E1"/>
    <w:rsid w:val="00897031"/>
    <w:rsid w:val="009157CD"/>
    <w:rsid w:val="0093263A"/>
    <w:rsid w:val="00933A90"/>
    <w:rsid w:val="00951A1D"/>
    <w:rsid w:val="00994734"/>
    <w:rsid w:val="009A18C1"/>
    <w:rsid w:val="009A70F3"/>
    <w:rsid w:val="009C3C99"/>
    <w:rsid w:val="009F6553"/>
    <w:rsid w:val="00AC388F"/>
    <w:rsid w:val="00AD4B99"/>
    <w:rsid w:val="00AF5A3E"/>
    <w:rsid w:val="00AF6CA1"/>
    <w:rsid w:val="00B30482"/>
    <w:rsid w:val="00B751F7"/>
    <w:rsid w:val="00B937F1"/>
    <w:rsid w:val="00D45DE4"/>
    <w:rsid w:val="00D718A1"/>
    <w:rsid w:val="00D84188"/>
    <w:rsid w:val="00DA777F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95A7614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Davide Lucca</cp:lastModifiedBy>
  <cp:revision>3</cp:revision>
  <cp:lastPrinted>2018-11-26T08:17:00Z</cp:lastPrinted>
  <dcterms:created xsi:type="dcterms:W3CDTF">2019-07-30T13:18:00Z</dcterms:created>
  <dcterms:modified xsi:type="dcterms:W3CDTF">2019-07-30T13:18:00Z</dcterms:modified>
</cp:coreProperties>
</file>